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29" w:rsidRDefault="00ED3629" w:rsidP="001A51E2">
      <w:pPr>
        <w:pStyle w:val="NoSpacing"/>
        <w:jc w:val="both"/>
      </w:pPr>
    </w:p>
    <w:p w:rsidR="00ED3629" w:rsidRPr="00EA559C" w:rsidRDefault="00ED3629" w:rsidP="001A51E2">
      <w:pPr>
        <w:pStyle w:val="NoSpacing"/>
        <w:jc w:val="right"/>
      </w:pPr>
      <w:r>
        <w:t>Проект</w:t>
      </w:r>
    </w:p>
    <w:p w:rsidR="00ED3629" w:rsidRDefault="00ED3629" w:rsidP="001A51E2">
      <w:pPr>
        <w:jc w:val="center"/>
        <w:rPr>
          <w:sz w:val="28"/>
          <w:szCs w:val="28"/>
        </w:rPr>
      </w:pPr>
      <w:r w:rsidRPr="001C2D36">
        <w:rPr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6.5pt" o:ole="" fillcolor="window">
            <v:imagedata r:id="rId4" o:title="" gain="1092267f" blacklevel="-5898f"/>
          </v:shape>
          <o:OLEObject Type="Embed" ProgID="Word.Picture.8" ShapeID="_x0000_i1025" DrawAspect="Content" ObjectID="_1582540955" r:id="rId5"/>
        </w:object>
      </w:r>
    </w:p>
    <w:p w:rsidR="00ED3629" w:rsidRDefault="00ED3629" w:rsidP="001A5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РАЙОНА</w:t>
      </w:r>
    </w:p>
    <w:p w:rsidR="00ED3629" w:rsidRDefault="00ED3629" w:rsidP="001A5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«ШИЛКИНСКИЙ РАЙОН»</w:t>
      </w:r>
    </w:p>
    <w:p w:rsidR="00ED3629" w:rsidRDefault="00ED3629" w:rsidP="001A51E2">
      <w:pPr>
        <w:jc w:val="center"/>
        <w:rPr>
          <w:b/>
          <w:sz w:val="28"/>
          <w:szCs w:val="28"/>
        </w:rPr>
      </w:pPr>
    </w:p>
    <w:p w:rsidR="00ED3629" w:rsidRDefault="00ED3629" w:rsidP="001A5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3629" w:rsidRDefault="00ED3629" w:rsidP="001A51E2">
      <w:pPr>
        <w:pStyle w:val="ConsPlusTitle"/>
        <w:widowControl/>
        <w:jc w:val="center"/>
        <w:rPr>
          <w:b w:val="0"/>
          <w:bCs w:val="0"/>
        </w:rPr>
      </w:pPr>
    </w:p>
    <w:p w:rsidR="00ED3629" w:rsidRDefault="00ED3629" w:rsidP="001A51E2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___________201</w:t>
      </w:r>
      <w:r w:rsidRPr="00EA559C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№______</w:t>
      </w:r>
    </w:p>
    <w:p w:rsidR="00ED3629" w:rsidRDefault="00ED3629" w:rsidP="001A51E2">
      <w:pPr>
        <w:jc w:val="both"/>
        <w:rPr>
          <w:sz w:val="28"/>
          <w:szCs w:val="28"/>
        </w:rPr>
      </w:pPr>
    </w:p>
    <w:p w:rsidR="00ED3629" w:rsidRDefault="00ED3629" w:rsidP="001A51E2">
      <w:pPr>
        <w:pStyle w:val="Title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О разрешении оптовой и розничной торговли, мясной и рыбной продукцией </w:t>
      </w:r>
    </w:p>
    <w:p w:rsidR="00ED3629" w:rsidRDefault="00ED3629" w:rsidP="001A51E2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ED3629" w:rsidRDefault="00ED3629" w:rsidP="001A51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</w:t>
      </w:r>
      <w:r w:rsidRPr="006D635F">
        <w:rPr>
          <w:sz w:val="28"/>
          <w:szCs w:val="28"/>
        </w:rPr>
        <w:t>06</w:t>
      </w:r>
      <w:r>
        <w:rPr>
          <w:sz w:val="28"/>
          <w:szCs w:val="28"/>
        </w:rPr>
        <w:t xml:space="preserve">.10.2003 года № 131-ФЗ «Об общих принципах организации местного самоуправления в Российской Федерации», Федеральным законом Российской Федерации от 28.12.2009 года № 381-ФЗ «Об основах государственного регулирования торговой деятельности в Российской Федерации», руководствуясь Уставом муниципального района «Шилкинский район» Забайкальского края, Совет муниципального района «Шилкинский район»                                                    </w:t>
      </w:r>
    </w:p>
    <w:p w:rsidR="00ED3629" w:rsidRPr="00C33E76" w:rsidRDefault="00ED3629" w:rsidP="001A51E2">
      <w:pPr>
        <w:ind w:firstLine="709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решил:</w:t>
      </w:r>
    </w:p>
    <w:p w:rsidR="00ED3629" w:rsidRPr="00C33E76" w:rsidRDefault="00ED3629" w:rsidP="001A51E2">
      <w:pPr>
        <w:ind w:firstLine="709"/>
        <w:jc w:val="center"/>
        <w:rPr>
          <w:sz w:val="28"/>
          <w:szCs w:val="28"/>
        </w:rPr>
      </w:pPr>
    </w:p>
    <w:p w:rsidR="00ED3629" w:rsidRDefault="00ED3629" w:rsidP="001A51E2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На территории муниципального района «Шилкинский район» разрешить оптовую и розничную торговлю, мясной и рыбной продукции в </w:t>
      </w:r>
      <w:r>
        <w:rPr>
          <w:sz w:val="28"/>
          <w:szCs w:val="28"/>
          <w:lang w:eastAsia="en-US"/>
        </w:rPr>
        <w:t>стационарных торговых объектах.</w:t>
      </w:r>
    </w:p>
    <w:p w:rsidR="00ED3629" w:rsidRDefault="00ED3629" w:rsidP="001A51E2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На территорий муниципального района «Шилкинский район» запретить  оптовую и розничную торговлю, мясной и рыбной продукции в </w:t>
      </w:r>
      <w:r>
        <w:rPr>
          <w:sz w:val="28"/>
          <w:szCs w:val="28"/>
          <w:lang w:eastAsia="en-US"/>
        </w:rPr>
        <w:t>нестационарных торговых объектах</w:t>
      </w:r>
      <w:r>
        <w:rPr>
          <w:color w:val="000000"/>
          <w:sz w:val="28"/>
          <w:szCs w:val="28"/>
        </w:rPr>
        <w:t>.</w:t>
      </w:r>
    </w:p>
    <w:p w:rsidR="00ED3629" w:rsidRDefault="00ED3629" w:rsidP="001A51E2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Городским и сельским поселениям муниципального район «Шилкинский район» внести изменения в нормативные правовые акты, об оптовой и розничной торговли, мясной и рыбной продукции.</w:t>
      </w:r>
    </w:p>
    <w:p w:rsidR="00ED3629" w:rsidRDefault="00ED3629" w:rsidP="001A51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опубликовать (обнародовать) на официальном портале муниципального района «Шилкинский район» </w:t>
      </w:r>
      <w:r>
        <w:rPr>
          <w:sz w:val="28"/>
          <w:szCs w:val="28"/>
          <w:u w:val="single"/>
        </w:rPr>
        <w:t>шилкинский.рф</w:t>
      </w:r>
      <w:r>
        <w:rPr>
          <w:sz w:val="28"/>
          <w:szCs w:val="28"/>
        </w:rPr>
        <w:t>.</w:t>
      </w:r>
    </w:p>
    <w:p w:rsidR="00ED3629" w:rsidRPr="00065469" w:rsidRDefault="00ED3629" w:rsidP="001A51E2">
      <w:pPr>
        <w:ind w:firstLine="567"/>
        <w:rPr>
          <w:sz w:val="28"/>
          <w:szCs w:val="28"/>
        </w:rPr>
      </w:pPr>
      <w:r>
        <w:rPr>
          <w:sz w:val="28"/>
          <w:szCs w:val="28"/>
        </w:rPr>
        <w:t>5.</w:t>
      </w:r>
      <w:r w:rsidRPr="003033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 решение вступает в законную силу с момента опубликования. </w:t>
      </w:r>
    </w:p>
    <w:p w:rsidR="00ED3629" w:rsidRDefault="00ED3629" w:rsidP="001A51E2">
      <w:pPr>
        <w:ind w:firstLine="680"/>
        <w:rPr>
          <w:sz w:val="28"/>
          <w:szCs w:val="28"/>
        </w:rPr>
      </w:pPr>
    </w:p>
    <w:p w:rsidR="00ED3629" w:rsidRDefault="00ED3629" w:rsidP="001A51E2">
      <w:pPr>
        <w:ind w:firstLine="680"/>
        <w:rPr>
          <w:sz w:val="28"/>
          <w:szCs w:val="28"/>
        </w:rPr>
      </w:pPr>
    </w:p>
    <w:p w:rsidR="00ED3629" w:rsidRPr="00D13EA9" w:rsidRDefault="00ED3629" w:rsidP="001A51E2">
      <w:pPr>
        <w:pStyle w:val="NoSpacing"/>
        <w:jc w:val="both"/>
      </w:pPr>
      <w:r>
        <w:rPr>
          <w:sz w:val="28"/>
          <w:szCs w:val="28"/>
        </w:rPr>
        <w:t>Глава  муниципального района</w:t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С.В. Воробьёв</w:t>
      </w:r>
    </w:p>
    <w:p w:rsidR="00ED3629" w:rsidRDefault="00ED3629"/>
    <w:sectPr w:rsidR="00ED3629" w:rsidSect="0049767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1E2"/>
    <w:rsid w:val="00065469"/>
    <w:rsid w:val="001A51E2"/>
    <w:rsid w:val="001C2D36"/>
    <w:rsid w:val="0030334B"/>
    <w:rsid w:val="003D35D4"/>
    <w:rsid w:val="004668A1"/>
    <w:rsid w:val="0049767D"/>
    <w:rsid w:val="006D635F"/>
    <w:rsid w:val="009D4A4F"/>
    <w:rsid w:val="00C33E76"/>
    <w:rsid w:val="00D13EA9"/>
    <w:rsid w:val="00E34099"/>
    <w:rsid w:val="00EA559C"/>
    <w:rsid w:val="00ED3629"/>
    <w:rsid w:val="00FB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E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51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itle">
    <w:name w:val="Title!Название НПА"/>
    <w:basedOn w:val="Normal"/>
    <w:uiPriority w:val="99"/>
    <w:rsid w:val="001A51E2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NoSpacing">
    <w:name w:val="No Spacing"/>
    <w:uiPriority w:val="99"/>
    <w:qFormat/>
    <w:rsid w:val="001A51E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33E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2A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1</Pages>
  <Words>225</Words>
  <Characters>1286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urist86</dc:creator>
  <cp:keywords/>
  <dc:description/>
  <cp:lastModifiedBy>UserXP</cp:lastModifiedBy>
  <cp:revision>2</cp:revision>
  <cp:lastPrinted>2018-03-14T05:51:00Z</cp:lastPrinted>
  <dcterms:created xsi:type="dcterms:W3CDTF">2018-03-12T08:21:00Z</dcterms:created>
  <dcterms:modified xsi:type="dcterms:W3CDTF">2018-03-14T10:56:00Z</dcterms:modified>
</cp:coreProperties>
</file>